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1D77ED65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B80CB2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B80CB2">
        <w:rPr>
          <w:rStyle w:val="Zvraznn"/>
        </w:rPr>
        <w:t>11</w:t>
      </w:r>
      <w:r w:rsidR="00A8346D" w:rsidRPr="00B80CB2">
        <w:rPr>
          <w:rStyle w:val="Zvraznn"/>
        </w:rPr>
        <w:t xml:space="preserve">.2. a </w:t>
      </w:r>
      <w:r w:rsidR="00A9214E" w:rsidRPr="00B80CB2">
        <w:rPr>
          <w:rStyle w:val="Zvraznn"/>
        </w:rPr>
        <w:t>11</w:t>
      </w:r>
      <w:r w:rsidRPr="00B80CB2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8BE2FB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B80CB2">
        <w:rPr>
          <w:rFonts w:eastAsia="Times New Roman" w:cs="Times New Roman"/>
          <w:lang w:eastAsia="cs-CZ"/>
        </w:rPr>
        <w:t>podlimitní sektorovou veřejnou zakázku</w:t>
      </w:r>
      <w:r w:rsidR="00B80CB2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1B201C" w:rsidRPr="001B201C">
        <w:rPr>
          <w:rFonts w:ascii="Verdana" w:eastAsia="Calibri" w:hAnsi="Verdana"/>
          <w:b/>
        </w:rPr>
        <w:t>Hydraulické nakládací jeřáby k SHV typu MUV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>,</w:t>
      </w:r>
      <w:r w:rsidR="00356E76">
        <w:rPr>
          <w:rFonts w:eastAsia="Times New Roman" w:cs="Times New Roman"/>
          <w:lang w:eastAsia="cs-CZ"/>
        </w:rPr>
        <w:t xml:space="preserve"> č.j.: </w:t>
      </w:r>
      <w:r w:rsidR="00356E76" w:rsidRPr="00356E76">
        <w:rPr>
          <w:rFonts w:eastAsia="Times New Roman" w:cs="Times New Roman"/>
          <w:lang w:eastAsia="cs-CZ"/>
        </w:rPr>
        <w:t>11558/2025-SŽ-OŘ BNO-NPI</w:t>
      </w:r>
      <w:r w:rsidR="00356E76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75BB2" w14:textId="77777777" w:rsidR="00AC5C1C" w:rsidRDefault="00AC5C1C" w:rsidP="00962258">
      <w:pPr>
        <w:spacing w:after="0" w:line="240" w:lineRule="auto"/>
      </w:pPr>
      <w:r>
        <w:separator/>
      </w:r>
    </w:p>
  </w:endnote>
  <w:endnote w:type="continuationSeparator" w:id="0">
    <w:p w14:paraId="0DEB740E" w14:textId="77777777" w:rsidR="00AC5C1C" w:rsidRDefault="00AC5C1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18362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B06BA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6FB36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B880D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4792D" w14:textId="77777777" w:rsidR="00AC5C1C" w:rsidRDefault="00AC5C1C" w:rsidP="00962258">
      <w:pPr>
        <w:spacing w:after="0" w:line="240" w:lineRule="auto"/>
      </w:pPr>
      <w:r>
        <w:separator/>
      </w:r>
    </w:p>
  </w:footnote>
  <w:footnote w:type="continuationSeparator" w:id="0">
    <w:p w14:paraId="18F2B037" w14:textId="77777777" w:rsidR="00AC5C1C" w:rsidRDefault="00AC5C1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C742B" w14:textId="4AC9DE46" w:rsidR="001B201C" w:rsidRDefault="001B201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3D6101FD" wp14:editId="7374524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448399442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96D2BA" w14:textId="271ED747" w:rsidR="001B201C" w:rsidRPr="001B201C" w:rsidRDefault="001B201C" w:rsidP="001B201C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B201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6101FD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textbox style="mso-fit-shape-to-text:t" inset="0,15pt,0,0">
                <w:txbxContent>
                  <w:p w14:paraId="1A96D2BA" w14:textId="271ED747" w:rsidR="001B201C" w:rsidRPr="001B201C" w:rsidRDefault="001B201C" w:rsidP="001B201C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B201C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12C96B06" w:rsidR="00F1715C" w:rsidRPr="00B8518B" w:rsidRDefault="001B201C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541B7189" wp14:editId="1F213829">
                    <wp:simplePos x="447675" y="41910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290698349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A20139F" w14:textId="0B9D7BCE" w:rsidR="001B201C" w:rsidRPr="001B201C" w:rsidRDefault="001B201C" w:rsidP="001B201C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1B201C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41B7189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      <v:textbox style="mso-fit-shape-to-text:t" inset="0,15pt,0,0">
                      <w:txbxContent>
                        <w:p w14:paraId="0A20139F" w14:textId="0B9D7BCE" w:rsidR="001B201C" w:rsidRPr="001B201C" w:rsidRDefault="001B201C" w:rsidP="001B201C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B201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0B60BAB" w:rsidR="00F1715C" w:rsidRPr="00B8518B" w:rsidRDefault="001B201C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3360" behindDoc="0" locked="0" layoutInCell="1" allowOverlap="1" wp14:anchorId="12EA8A46" wp14:editId="02BD531C">
                    <wp:simplePos x="447675" y="40005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511447897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6CFB06" w14:textId="13E7002E" w:rsidR="001B201C" w:rsidRPr="001B201C" w:rsidRDefault="001B201C" w:rsidP="001B201C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1B201C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2EA8A4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textbox style="mso-fit-shape-to-text:t" inset="0,15pt,0,0">
                      <w:txbxContent>
                        <w:p w14:paraId="746CFB06" w14:textId="13E7002E" w:rsidR="001B201C" w:rsidRPr="001B201C" w:rsidRDefault="001B201C" w:rsidP="001B201C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B201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B201C"/>
    <w:rsid w:val="00207DF5"/>
    <w:rsid w:val="002561A2"/>
    <w:rsid w:val="0026795D"/>
    <w:rsid w:val="00280E07"/>
    <w:rsid w:val="002811DF"/>
    <w:rsid w:val="002C31BF"/>
    <w:rsid w:val="002D08B1"/>
    <w:rsid w:val="002E0CD7"/>
    <w:rsid w:val="003401F1"/>
    <w:rsid w:val="00341DCF"/>
    <w:rsid w:val="00356E76"/>
    <w:rsid w:val="00357BC6"/>
    <w:rsid w:val="003956C6"/>
    <w:rsid w:val="003B7E4D"/>
    <w:rsid w:val="003F3CCE"/>
    <w:rsid w:val="00441430"/>
    <w:rsid w:val="00450F07"/>
    <w:rsid w:val="00453CD3"/>
    <w:rsid w:val="00460660"/>
    <w:rsid w:val="00486107"/>
    <w:rsid w:val="00491827"/>
    <w:rsid w:val="004B348C"/>
    <w:rsid w:val="004C0B5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3689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73D29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C5C1C"/>
    <w:rsid w:val="00AD056F"/>
    <w:rsid w:val="00AD6731"/>
    <w:rsid w:val="00B151DE"/>
    <w:rsid w:val="00B15D0D"/>
    <w:rsid w:val="00B36B3E"/>
    <w:rsid w:val="00B75EE1"/>
    <w:rsid w:val="00B77481"/>
    <w:rsid w:val="00B80CB2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B6388"/>
    <w:rsid w:val="00ED14BD"/>
    <w:rsid w:val="00EE5CEA"/>
    <w:rsid w:val="00F00374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2561A2"/>
    <w:rsid w:val="003F3CCE"/>
    <w:rsid w:val="0049171C"/>
    <w:rsid w:val="004B1B9D"/>
    <w:rsid w:val="00710200"/>
    <w:rsid w:val="0087094D"/>
    <w:rsid w:val="00B72819"/>
    <w:rsid w:val="00BE31C7"/>
    <w:rsid w:val="00C601C7"/>
    <w:rsid w:val="00EB6388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2</Pages>
  <Words>470</Words>
  <Characters>2774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Petříček Roman, Ing.</cp:lastModifiedBy>
  <cp:revision>5</cp:revision>
  <cp:lastPrinted>2017-11-28T17:18:00Z</cp:lastPrinted>
  <dcterms:created xsi:type="dcterms:W3CDTF">2025-05-06T05:41:00Z</dcterms:created>
  <dcterms:modified xsi:type="dcterms:W3CDTF">2025-05-19T10:15:00Z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5a16dd59,1aba0852,4cee7e6d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